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0B3C7A92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0A33C7">
        <w:rPr>
          <w:b/>
          <w:bCs/>
          <w:sz w:val="24"/>
          <w:szCs w:val="24"/>
        </w:rPr>
        <w:t>2</w:t>
      </w:r>
      <w:r w:rsidR="0005556B">
        <w:rPr>
          <w:b/>
          <w:bCs/>
          <w:sz w:val="24"/>
          <w:szCs w:val="24"/>
        </w:rPr>
        <w:t>4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23C57C06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 xml:space="preserve"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</w:t>
      </w:r>
      <w:r w:rsidR="00970F0D">
        <w:br/>
      </w:r>
      <w:r w:rsidRPr="00F83B51">
        <w:t>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1EEB4051" w14:textId="20F75B29" w:rsidR="00124BAA" w:rsidRPr="00124BAA" w:rsidRDefault="00A829E5" w:rsidP="00124BAA">
      <w:pPr>
        <w:pStyle w:val="Tekstpodstawowy2"/>
        <w:jc w:val="center"/>
        <w:rPr>
          <w:b/>
          <w:bCs/>
          <w:i/>
          <w:iCs/>
        </w:rPr>
      </w:pPr>
      <w:r w:rsidRPr="00A829E5">
        <w:rPr>
          <w:b/>
          <w:bCs/>
          <w:i/>
          <w:iCs/>
        </w:rPr>
        <w:t>Budowa kotłowni miejskiej w Brześciu Kujawskim</w:t>
      </w:r>
    </w:p>
    <w:p w14:paraId="7BCD8F3A" w14:textId="77777777" w:rsidR="00124BAA" w:rsidRDefault="00124BAA" w:rsidP="0060654D">
      <w:pPr>
        <w:pStyle w:val="Tekstpodstawowy2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865F9" w14:textId="77777777" w:rsidR="001C1DD5" w:rsidRDefault="001C1DD5">
      <w:r>
        <w:separator/>
      </w:r>
    </w:p>
  </w:endnote>
  <w:endnote w:type="continuationSeparator" w:id="0">
    <w:p w14:paraId="1617249E" w14:textId="77777777" w:rsidR="001C1DD5" w:rsidRDefault="001C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2CEF" w14:textId="77777777" w:rsidR="001C1DD5" w:rsidRDefault="001C1DD5">
      <w:r>
        <w:separator/>
      </w:r>
    </w:p>
  </w:footnote>
  <w:footnote w:type="continuationSeparator" w:id="0">
    <w:p w14:paraId="04099C7B" w14:textId="77777777" w:rsidR="001C1DD5" w:rsidRDefault="001C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5556B"/>
    <w:rsid w:val="000646E5"/>
    <w:rsid w:val="000722DA"/>
    <w:rsid w:val="000A33C7"/>
    <w:rsid w:val="000D00FF"/>
    <w:rsid w:val="000F7069"/>
    <w:rsid w:val="00124A0F"/>
    <w:rsid w:val="00124BAA"/>
    <w:rsid w:val="00150D7E"/>
    <w:rsid w:val="001657FF"/>
    <w:rsid w:val="00167DCC"/>
    <w:rsid w:val="0017449A"/>
    <w:rsid w:val="001969AE"/>
    <w:rsid w:val="001A13CA"/>
    <w:rsid w:val="001B4466"/>
    <w:rsid w:val="001C1DD5"/>
    <w:rsid w:val="001E176B"/>
    <w:rsid w:val="001E28B8"/>
    <w:rsid w:val="0020140C"/>
    <w:rsid w:val="00211666"/>
    <w:rsid w:val="0022437F"/>
    <w:rsid w:val="00227206"/>
    <w:rsid w:val="0023685F"/>
    <w:rsid w:val="002400A1"/>
    <w:rsid w:val="002D2CD2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506E32"/>
    <w:rsid w:val="0060654D"/>
    <w:rsid w:val="0062214D"/>
    <w:rsid w:val="00636FCA"/>
    <w:rsid w:val="006735FD"/>
    <w:rsid w:val="00674799"/>
    <w:rsid w:val="006A2B5D"/>
    <w:rsid w:val="006B238C"/>
    <w:rsid w:val="006F7BC2"/>
    <w:rsid w:val="007064BA"/>
    <w:rsid w:val="00756A1A"/>
    <w:rsid w:val="00771188"/>
    <w:rsid w:val="00821C80"/>
    <w:rsid w:val="008248D0"/>
    <w:rsid w:val="00850ED0"/>
    <w:rsid w:val="00936CFB"/>
    <w:rsid w:val="00970F0D"/>
    <w:rsid w:val="00980415"/>
    <w:rsid w:val="00994C62"/>
    <w:rsid w:val="009C10F2"/>
    <w:rsid w:val="009C437A"/>
    <w:rsid w:val="00A829E5"/>
    <w:rsid w:val="00A9196D"/>
    <w:rsid w:val="00AA594F"/>
    <w:rsid w:val="00AD4AD8"/>
    <w:rsid w:val="00B11EA3"/>
    <w:rsid w:val="00B41A5F"/>
    <w:rsid w:val="00B551AF"/>
    <w:rsid w:val="00B702E5"/>
    <w:rsid w:val="00C12BF2"/>
    <w:rsid w:val="00C16B15"/>
    <w:rsid w:val="00C23EAF"/>
    <w:rsid w:val="00C52C41"/>
    <w:rsid w:val="00CB790F"/>
    <w:rsid w:val="00CC353E"/>
    <w:rsid w:val="00D17E7B"/>
    <w:rsid w:val="00D23D14"/>
    <w:rsid w:val="00D52F5E"/>
    <w:rsid w:val="00D54001"/>
    <w:rsid w:val="00D546A7"/>
    <w:rsid w:val="00D728F0"/>
    <w:rsid w:val="00DB6518"/>
    <w:rsid w:val="00E668E5"/>
    <w:rsid w:val="00E819CF"/>
    <w:rsid w:val="00EB68DB"/>
    <w:rsid w:val="00ED5781"/>
    <w:rsid w:val="00EE2820"/>
    <w:rsid w:val="00F226D2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24</cp:revision>
  <cp:lastPrinted>2021-05-11T13:54:00Z</cp:lastPrinted>
  <dcterms:created xsi:type="dcterms:W3CDTF">2021-09-07T14:00:00Z</dcterms:created>
  <dcterms:modified xsi:type="dcterms:W3CDTF">2025-08-04T10:25:00Z</dcterms:modified>
</cp:coreProperties>
</file>